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  <w:sz w:val="36"/>
        </w:rPr>
        <w:t>Unit</w:t>
      </w:r>
      <w:r w:rsidRPr="001672F7">
        <w:rPr>
          <w:rFonts w:ascii="Times New Roman" w:eastAsia="宋体" w:hAnsi="宋体"/>
          <w:b/>
          <w:color w:val="000000" w:themeColor="text1"/>
          <w:sz w:val="36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  <w:sz w:val="36"/>
        </w:rPr>
        <w:t>8</w:t>
      </w:r>
      <w:r w:rsidRPr="001672F7">
        <w:rPr>
          <w:rFonts w:ascii="Times New Roman" w:eastAsia="宋体" w:hAnsi="宋体" w:hint="eastAsia"/>
          <w:color w:val="000000" w:themeColor="text1"/>
          <w:sz w:val="36"/>
        </w:rPr>
        <w:t xml:space="preserve">　</w:t>
      </w:r>
      <w:r w:rsidRPr="001672F7">
        <w:rPr>
          <w:rFonts w:ascii="Times New Roman" w:eastAsia="宋体" w:hAnsi="宋体" w:hint="eastAsia"/>
          <w:b/>
          <w:color w:val="000000" w:themeColor="text1"/>
          <w:sz w:val="36"/>
        </w:rPr>
        <w:t>综合练习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第一部分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听力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共三节</w:t>
      </w:r>
      <w:r w:rsidRPr="001672F7">
        <w:rPr>
          <w:rFonts w:ascii="Times New Roman" w:eastAsia="宋体" w:hAnsi="宋体"/>
          <w:color w:val="000000" w:themeColor="text1"/>
          <w:sz w:val="26"/>
        </w:rPr>
        <w:t>,15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小题</w:t>
      </w:r>
      <w:r w:rsidRPr="001672F7">
        <w:rPr>
          <w:rFonts w:ascii="Times New Roman" w:eastAsia="宋体" w:hAnsi="宋体"/>
          <w:color w:val="000000" w:themeColor="text1"/>
          <w:sz w:val="26"/>
        </w:rPr>
        <w:t>;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每小题</w:t>
      </w:r>
      <w:r w:rsidRPr="001672F7">
        <w:rPr>
          <w:rFonts w:ascii="Times New Roman" w:eastAsia="宋体" w:hAnsi="宋体"/>
          <w:color w:val="000000" w:themeColor="text1"/>
          <w:sz w:val="26"/>
        </w:rPr>
        <w:t>2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,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30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第一节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 w:hint="eastAsia"/>
          <w:color w:val="000000" w:themeColor="text1"/>
        </w:rPr>
        <w:t>选择相应的图片。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 w:hint="eastAsia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CBED0B4" wp14:editId="7F596CE4">
            <wp:extent cx="4074160" cy="579755"/>
            <wp:effectExtent l="0" t="0" r="2540" b="0"/>
            <wp:docPr id="15" name="图片 15" descr="id:21474846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8KRG07.eps" descr="id:2147484657;FounderC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16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4B36F6D" wp14:editId="12C6612C">
            <wp:extent cx="4074160" cy="816610"/>
            <wp:effectExtent l="0" t="0" r="2540" b="2540"/>
            <wp:docPr id="14" name="图片 14" descr="id:21474846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8KRG08.eps" descr="id:2147484664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160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F8A8DC7" wp14:editId="616DFF5B">
            <wp:extent cx="4074160" cy="694055"/>
            <wp:effectExtent l="0" t="0" r="2540" b="0"/>
            <wp:docPr id="13" name="图片 13" descr="id:21474846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8KRG09.eps" descr="id:2147484671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160" cy="69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3EA2DC2" wp14:editId="59EA544D">
            <wp:extent cx="4074160" cy="563245"/>
            <wp:effectExtent l="0" t="0" r="2540" b="8255"/>
            <wp:docPr id="12" name="图片 12" descr="id:21474846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8KRG10.eps" descr="id:2147484678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16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DB0EC3C" wp14:editId="5763809A">
            <wp:extent cx="4074160" cy="636905"/>
            <wp:effectExtent l="0" t="0" r="2540" b="0"/>
            <wp:docPr id="11" name="图片 11" descr="id:21474846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8KRG11.eps" descr="id:2147484685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160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第二节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</w:rPr>
        <w:t>听句子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 w:hint="eastAsia"/>
          <w:color w:val="000000" w:themeColor="text1"/>
        </w:rPr>
        <w:t>选择最佳应答。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 w:hint="eastAsia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Of course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Good idea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That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all right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will get a good job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ll be happy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won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be able to go to my favorite university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very funny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don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know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went to the zoo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Monday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cold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six o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clock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teacher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In five years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reading books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第三节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 w:hint="eastAsia"/>
          <w:color w:val="000000" w:themeColor="text1"/>
        </w:rPr>
        <w:t>根据对话内容及问题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 w:hint="eastAsia"/>
          <w:color w:val="000000" w:themeColor="text1"/>
        </w:rPr>
        <w:t>选择最佳选项。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 w:hint="eastAsia"/>
          <w:color w:val="000000" w:themeColor="text1"/>
        </w:rPr>
        <w:t>读两遍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 w:hint="eastAsia"/>
          <w:color w:val="000000" w:themeColor="text1"/>
        </w:rPr>
        <w:t>听第一段对话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 w:hint="eastAsia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11</w:t>
      </w:r>
      <w:r w:rsidRPr="001672F7">
        <w:rPr>
          <w:rFonts w:eastAsia="方正宋黑_GBK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12</w:t>
      </w:r>
      <w:r w:rsidRPr="001672F7">
        <w:rPr>
          <w:rFonts w:eastAsia="方正宋黑_GBK" w:hint="eastAsia"/>
          <w:color w:val="000000" w:themeColor="text1"/>
        </w:rPr>
        <w:t>题。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When is the party going to start?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8:30 in the evening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lastRenderedPageBreak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5:30 in the afternoon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5:00 in the afternoon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will the girl get to the party?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bike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bus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train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 w:hint="eastAsia"/>
          <w:color w:val="000000" w:themeColor="text1"/>
        </w:rPr>
        <w:t>听第二段对话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 w:hint="eastAsia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13</w:t>
      </w:r>
      <w:r w:rsidRPr="001672F7">
        <w:rPr>
          <w:rFonts w:eastAsia="方正宋黑_GBK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14</w:t>
      </w:r>
      <w:r w:rsidRPr="001672F7">
        <w:rPr>
          <w:rFonts w:eastAsia="方正宋黑_GBK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15</w:t>
      </w:r>
      <w:r w:rsidRPr="001672F7">
        <w:rPr>
          <w:rFonts w:eastAsia="方正宋黑_GBK" w:hint="eastAsia"/>
          <w:color w:val="000000" w:themeColor="text1"/>
        </w:rPr>
        <w:t>题。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time is it now?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6:30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6:40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6:50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the weather like?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Sunny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Snowy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Rainy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will Tommy eat for breakfast?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Sandwiches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Bread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Hamburgers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第二部分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完形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20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从短文后各题所给的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宋体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宋体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宋体" w:hint="eastAsia"/>
          <w:color w:val="000000" w:themeColor="text1"/>
        </w:rPr>
        <w:t>三个选项中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选出可以填入空白处的最佳选项。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How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to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Make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a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Better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Conversation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Do you get nervous when you talk to someone?Do you find it hard to have a conversation with a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16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?If you have such worries, it is time for you to learn some more conversation skills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Here are some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17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for making better conversations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Listen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18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and show interest in others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One of the most important things is to listen to the person you speak to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If you are a good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19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, you will find some good points to ask questions about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For example, if someone tells you his or her hobby and you can ask questions about it, he or she will surely be happy to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20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the conversation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Choose the right topic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Some of the best topics might be the weather, sports, music, films, food,or travel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However, it is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21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to ask someone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age, weight, or other personal information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Also, if you don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agree with others, don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t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22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them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Just move on to another topic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Be honest and sincere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If you have no idea of a subject, just say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I don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know much about it</w:t>
      </w:r>
      <w:r w:rsidRPr="001672F7">
        <w:rPr>
          <w:rFonts w:ascii="Times New Roman" w:eastAsia="宋体" w:hAnsi="Times New Roman" w:cs="Times New Roman"/>
          <w:color w:val="000000" w:themeColor="text1"/>
        </w:rPr>
        <w:t>.”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23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you want to make the other person happy, mention his or her </w:t>
      </w:r>
      <w:r w:rsidRPr="001672F7">
        <w:rPr>
          <w:rFonts w:ascii="Times New Roman" w:eastAsia="宋体" w:hAnsi="宋体"/>
          <w:color w:val="000000" w:themeColor="text1"/>
        </w:rPr>
        <w:lastRenderedPageBreak/>
        <w:t>strong points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But don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t just pretend to be nice,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24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people can find out you are not telling the truth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Pay attention to your body language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Sometimes it is just as important as your words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Don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be nervous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Stand up straight, smile, and be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25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Times New Roman" w:cs="Times New Roman"/>
          <w:color w:val="000000" w:themeColor="text1"/>
        </w:rPr>
        <w:t>—</w:t>
      </w:r>
      <w:r w:rsidRPr="001672F7">
        <w:rPr>
          <w:rFonts w:ascii="Times New Roman" w:eastAsia="宋体" w:hAnsi="宋体"/>
          <w:color w:val="000000" w:themeColor="text1"/>
        </w:rPr>
        <w:t>you have a lot to offer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If you really work at it, you will find having conversations much easier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stranger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teacher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visitor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tapes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tips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letters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carelessly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carefully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beautifully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listener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swimmer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player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catch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come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continue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polite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impolite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possible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come to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come out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argue with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If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Where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When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because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or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yourself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yourselves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himself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第三部分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阅读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10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根据短文内容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从框内</w:t>
      </w:r>
      <w:r w:rsidRPr="001672F7">
        <w:rPr>
          <w:rFonts w:ascii="Times New Roman" w:eastAsia="宋体" w:hAnsi="宋体"/>
          <w:color w:val="000000" w:themeColor="text1"/>
        </w:rPr>
        <w:t>6</w:t>
      </w:r>
      <w:r w:rsidRPr="001672F7">
        <w:rPr>
          <w:rFonts w:ascii="Times New Roman" w:eastAsia="宋体" w:hAnsi="宋体" w:hint="eastAsia"/>
          <w:color w:val="000000" w:themeColor="text1"/>
        </w:rPr>
        <w:t>个选项中选出能分别填入</w:t>
      </w:r>
      <w:r w:rsidRPr="001672F7">
        <w:rPr>
          <w:rFonts w:ascii="Times New Roman" w:eastAsia="宋体" w:hAnsi="宋体"/>
          <w:color w:val="000000" w:themeColor="text1"/>
        </w:rPr>
        <w:t>5</w:t>
      </w:r>
      <w:r w:rsidRPr="001672F7">
        <w:rPr>
          <w:rFonts w:ascii="Times New Roman" w:eastAsia="宋体" w:hAnsi="宋体" w:hint="eastAsia"/>
          <w:color w:val="000000" w:themeColor="text1"/>
        </w:rPr>
        <w:t>个小题空白处的最佳选项。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When you speak, write a letter or make a telephone call, your words carry a message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People communicate with words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26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A smile on your face shows you are happy or friendly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Tears in your eyes tell others that you are sad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27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You shake your head and people know you are saying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No</w:t>
      </w:r>
      <w:r w:rsidRPr="001672F7">
        <w:rPr>
          <w:rFonts w:ascii="Times New Roman" w:eastAsia="宋体" w:hAnsi="Times New Roman" w:cs="Times New Roman"/>
          <w:color w:val="000000" w:themeColor="text1"/>
        </w:rPr>
        <w:t>”.</w:t>
      </w:r>
      <w:r w:rsidRPr="001672F7">
        <w:rPr>
          <w:rFonts w:ascii="Times New Roman" w:eastAsia="宋体" w:hAnsi="宋体"/>
          <w:color w:val="000000" w:themeColor="text1"/>
        </w:rPr>
        <w:t xml:space="preserve">You nod and people know you are saying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Yes</w:t>
      </w:r>
      <w:r w:rsidRPr="001672F7">
        <w:rPr>
          <w:rFonts w:ascii="Times New Roman" w:eastAsia="宋体" w:hAnsi="Times New Roman" w:cs="Times New Roman"/>
          <w:color w:val="000000" w:themeColor="text1"/>
        </w:rPr>
        <w:t>”.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28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For example, a sign at the bus stop helps you know which bus to take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sign on the door tells you what the room is used for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Have you ever thought that there are a lot of signs around you and you get messages from them all the time?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29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An artist can use his or her drawings to tell about the beautiful mountains, the blue seas and many other things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writer writes books to tell you about the wonderful things in the world and also about people and their ideas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30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They can help us know what is going on in the world and what other people are thinking about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1F050E" w:rsidRPr="001672F7" w:rsidRDefault="001F050E" w:rsidP="001F050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People can communicate in many other ways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F050E" w:rsidRPr="001672F7" w:rsidRDefault="001F050E" w:rsidP="001F050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Magazines, TV, radios and films all help us communicate with others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F050E" w:rsidRPr="001672F7" w:rsidRDefault="001F050E" w:rsidP="001F050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Other things can also carry messages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F050E" w:rsidRPr="001672F7" w:rsidRDefault="001F050E" w:rsidP="001F050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But did you know people also communicate without words?</w:t>
      </w:r>
    </w:p>
    <w:p w:rsidR="001F050E" w:rsidRPr="001672F7" w:rsidRDefault="001F050E" w:rsidP="001F050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When you put up your hand in class, the teacher knows you want to say something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F050E" w:rsidRPr="001672F7" w:rsidRDefault="001F050E" w:rsidP="001F050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F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 can make noise in class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第四部分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语言运用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20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在空白处填入</w:t>
      </w:r>
      <w:r w:rsidRPr="001672F7">
        <w:rPr>
          <w:rFonts w:ascii="Times New Roman" w:eastAsia="宋体" w:hAnsi="宋体"/>
          <w:color w:val="000000" w:themeColor="text1"/>
        </w:rPr>
        <w:t>1</w:t>
      </w:r>
      <w:r w:rsidRPr="001672F7">
        <w:rPr>
          <w:rFonts w:ascii="Times New Roman" w:eastAsia="宋体" w:hAnsi="宋体" w:hint="eastAsia"/>
          <w:color w:val="000000" w:themeColor="text1"/>
        </w:rPr>
        <w:t>个适当的单词或括号内单词的正确形式。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Learning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to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Communicate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Good communication helps us build close friendships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Last week, I had a problem </w:t>
      </w:r>
      <w:r w:rsidRPr="001672F7">
        <w:rPr>
          <w:rFonts w:ascii="Times New Roman" w:eastAsia="宋体" w:hAnsi="Times New Roman"/>
          <w:b/>
          <w:color w:val="000000" w:themeColor="text1"/>
        </w:rPr>
        <w:t>31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 my best friend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We disagreed about </w:t>
      </w:r>
      <w:r w:rsidRPr="001672F7">
        <w:rPr>
          <w:rFonts w:ascii="Times New Roman" w:eastAsia="宋体" w:hAnsi="Times New Roman"/>
          <w:b/>
          <w:color w:val="000000" w:themeColor="text1"/>
        </w:rPr>
        <w:t>32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 group project, and she stopped talking to 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At first, I felt angry, but then I realized that I needed to </w:t>
      </w:r>
      <w:r w:rsidRPr="001672F7">
        <w:rPr>
          <w:rFonts w:ascii="Times New Roman" w:eastAsia="宋体" w:hAnsi="Times New Roman"/>
          <w:b/>
          <w:color w:val="000000" w:themeColor="text1"/>
        </w:rPr>
        <w:t>33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(express) my feelings </w:t>
      </w:r>
      <w:r w:rsidRPr="001672F7">
        <w:rPr>
          <w:rFonts w:ascii="Times New Roman" w:eastAsia="宋体" w:hAnsi="Times New Roman"/>
          <w:b/>
          <w:color w:val="000000" w:themeColor="text1"/>
        </w:rPr>
        <w:t>34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</w:t>
      </w:r>
      <w:r w:rsidRPr="001672F7">
        <w:rPr>
          <w:rFonts w:ascii="Times New Roman" w:eastAsia="宋体" w:hAnsi="宋体"/>
          <w:color w:val="000000" w:themeColor="text1"/>
        </w:rPr>
        <w:t>(serious) instead of staying silent(</w:t>
      </w:r>
      <w:r w:rsidRPr="001672F7">
        <w:rPr>
          <w:rFonts w:ascii="Times New Roman" w:eastAsia="宋体" w:hAnsi="宋体" w:hint="eastAsia"/>
          <w:color w:val="000000" w:themeColor="text1"/>
        </w:rPr>
        <w:t>沉默</w:t>
      </w:r>
      <w:r w:rsidRPr="001672F7">
        <w:rPr>
          <w:rFonts w:ascii="Times New Roman" w:eastAsia="宋体" w:hAnsi="宋体"/>
          <w:color w:val="000000" w:themeColor="text1"/>
        </w:rPr>
        <w:t>)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I decided to write her a letter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In </w:t>
      </w:r>
      <w:r w:rsidRPr="001672F7">
        <w:rPr>
          <w:rFonts w:ascii="Times New Roman" w:eastAsia="宋体" w:hAnsi="Times New Roman"/>
          <w:b/>
          <w:color w:val="000000" w:themeColor="text1"/>
        </w:rPr>
        <w:t>35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 letter, I explained my thoughts clearly and said sorry for my impatience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To my surprise, she replied quickly and </w:t>
      </w:r>
      <w:r w:rsidRPr="001672F7">
        <w:rPr>
          <w:rFonts w:ascii="Times New Roman" w:eastAsia="宋体" w:hAnsi="Times New Roman"/>
          <w:b/>
          <w:color w:val="000000" w:themeColor="text1"/>
        </w:rPr>
        <w:t>36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F4986BD" wp14:editId="62C2BEA0">
            <wp:extent cx="914400" cy="163195"/>
            <wp:effectExtent l="0" t="0" r="0" b="825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6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72F7">
        <w:rPr>
          <w:rFonts w:ascii="Times New Roman" w:eastAsia="宋体" w:hAnsi="宋体"/>
          <w:color w:val="000000" w:themeColor="text1"/>
        </w:rPr>
        <w:t>(offer) me a chance to talk face-to-face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During our conversation, we listened to each other patiently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This experience taught me that honest </w:t>
      </w:r>
      <w:r w:rsidRPr="001672F7">
        <w:rPr>
          <w:rFonts w:ascii="Times New Roman" w:eastAsia="宋体" w:hAnsi="Times New Roman"/>
          <w:b/>
          <w:color w:val="000000" w:themeColor="text1"/>
        </w:rPr>
        <w:t>37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417E247" wp14:editId="0350BC0D">
            <wp:extent cx="1216660" cy="163195"/>
            <wp:effectExtent l="0" t="0" r="2540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16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72F7">
        <w:rPr>
          <w:rFonts w:ascii="Times New Roman" w:eastAsia="宋体" w:hAnsi="宋体"/>
          <w:color w:val="000000" w:themeColor="text1"/>
        </w:rPr>
        <w:t xml:space="preserve">(communicate) can rebuild </w:t>
      </w:r>
      <w:r w:rsidRPr="001672F7">
        <w:rPr>
          <w:rFonts w:ascii="Times New Roman" w:eastAsia="宋体" w:hAnsi="Times New Roman"/>
          <w:b/>
          <w:color w:val="000000" w:themeColor="text1"/>
        </w:rPr>
        <w:t>38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(trust)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Now, we are even </w:t>
      </w:r>
      <w:r w:rsidRPr="001672F7">
        <w:rPr>
          <w:rFonts w:ascii="Times New Roman" w:eastAsia="宋体" w:hAnsi="Times New Roman"/>
          <w:b/>
          <w:color w:val="000000" w:themeColor="text1"/>
        </w:rPr>
        <w:t>39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(close) than before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understand that words have power</w:t>
      </w:r>
      <w:r w:rsidRPr="001672F7">
        <w:rPr>
          <w:rFonts w:ascii="Times New Roman" w:eastAsia="宋体" w:hAnsi="Times New Roman" w:cs="Times New Roman"/>
          <w:color w:val="000000" w:themeColor="text1"/>
        </w:rPr>
        <w:t>—</w:t>
      </w:r>
      <w:r w:rsidRPr="001672F7">
        <w:rPr>
          <w:rFonts w:ascii="Times New Roman" w:eastAsia="宋体" w:hAnsi="宋体"/>
          <w:color w:val="000000" w:themeColor="text1"/>
        </w:rPr>
        <w:t>they can hurt or heal us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Whether through writing or talking, sharing our </w:t>
      </w:r>
      <w:r w:rsidRPr="001672F7">
        <w:rPr>
          <w:rFonts w:ascii="Times New Roman" w:eastAsia="宋体" w:hAnsi="Times New Roman"/>
          <w:b/>
          <w:color w:val="000000" w:themeColor="text1"/>
        </w:rPr>
        <w:t>40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(truly) feelings in a kind way is always worth(</w:t>
      </w:r>
      <w:r w:rsidRPr="001672F7">
        <w:rPr>
          <w:rFonts w:ascii="Times New Roman" w:eastAsia="宋体" w:hAnsi="宋体" w:hint="eastAsia"/>
          <w:color w:val="000000" w:themeColor="text1"/>
        </w:rPr>
        <w:t>值得</w:t>
      </w:r>
      <w:r w:rsidRPr="001672F7">
        <w:rPr>
          <w:rFonts w:ascii="Times New Roman" w:eastAsia="宋体" w:hAnsi="宋体"/>
          <w:color w:val="000000" w:themeColor="text1"/>
        </w:rPr>
        <w:t>) trying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第五部分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写作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20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沟通在生活中具有重大意义。你知道如何进行良好的沟通吗</w:t>
      </w:r>
      <w:r w:rsidRPr="001672F7">
        <w:rPr>
          <w:rFonts w:ascii="Times New Roman" w:eastAsia="宋体" w:hAnsi="宋体"/>
          <w:color w:val="000000" w:themeColor="text1"/>
        </w:rPr>
        <w:t>?</w:t>
      </w:r>
      <w:r w:rsidRPr="001672F7">
        <w:rPr>
          <w:rFonts w:ascii="Times New Roman" w:eastAsia="宋体" w:hAnsi="宋体" w:hint="eastAsia"/>
          <w:color w:val="000000" w:themeColor="text1"/>
        </w:rPr>
        <w:t>请描述一件发生在自己身上的事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说说自己对沟通的理解和感悟。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要点</w:t>
      </w:r>
      <w:r w:rsidRPr="001672F7">
        <w:rPr>
          <w:rFonts w:ascii="Times New Roman" w:eastAsia="宋体" w:hAnsi="宋体"/>
          <w:color w:val="000000" w:themeColor="text1"/>
        </w:rPr>
        <w:t>:1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事情的经过和发展</w:t>
      </w:r>
      <w:r w:rsidRPr="001672F7">
        <w:rPr>
          <w:rFonts w:ascii="Times New Roman" w:eastAsia="宋体" w:hAnsi="宋体"/>
          <w:color w:val="000000" w:themeColor="text1"/>
        </w:rPr>
        <w:t>;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沟通在其中扮演的重要作用</w:t>
      </w:r>
      <w:r w:rsidRPr="001672F7">
        <w:rPr>
          <w:rFonts w:ascii="Times New Roman" w:eastAsia="宋体" w:hAnsi="宋体"/>
          <w:color w:val="000000" w:themeColor="text1"/>
        </w:rPr>
        <w:t>;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你有什么收获和感想。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要求</w:t>
      </w:r>
      <w:r w:rsidRPr="001672F7">
        <w:rPr>
          <w:rFonts w:ascii="Times New Roman" w:eastAsia="宋体" w:hAnsi="宋体"/>
          <w:color w:val="000000" w:themeColor="text1"/>
        </w:rPr>
        <w:t>:1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80 </w:t>
      </w:r>
      <w:r w:rsidRPr="001672F7">
        <w:rPr>
          <w:rFonts w:ascii="Times New Roman" w:eastAsia="宋体" w:hAnsi="宋体" w:hint="eastAsia"/>
          <w:color w:val="000000" w:themeColor="text1"/>
        </w:rPr>
        <w:t>词左右</w:t>
      </w:r>
      <w:r w:rsidRPr="001672F7">
        <w:rPr>
          <w:rFonts w:ascii="Times New Roman" w:eastAsia="宋体" w:hAnsi="宋体"/>
          <w:color w:val="000000" w:themeColor="text1"/>
        </w:rPr>
        <w:t>;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可以适当增加细节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以使行文连贯</w:t>
      </w:r>
      <w:r w:rsidRPr="001672F7">
        <w:rPr>
          <w:rFonts w:ascii="Times New Roman" w:eastAsia="宋体" w:hAnsi="宋体"/>
          <w:color w:val="000000" w:themeColor="text1"/>
        </w:rPr>
        <w:t>;</w:t>
      </w:r>
    </w:p>
    <w:p w:rsidR="001F050E" w:rsidRPr="001672F7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不得出现真实的人名、校名等相关信息。</w:t>
      </w:r>
    </w:p>
    <w:p w:rsidR="001F050E" w:rsidRPr="00945179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1F050E" w:rsidRPr="00C8411E" w:rsidRDefault="001F050E" w:rsidP="001F050E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C8411E">
        <w:rPr>
          <w:rFonts w:asciiTheme="minorEastAsia" w:eastAsiaTheme="minorEastAsia" w:hAnsiTheme="minorEastAsia"/>
          <w:szCs w:val="24"/>
        </w:rPr>
        <w:t>参考答案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附</w:t>
      </w:r>
      <w:r w:rsidRPr="00E03514">
        <w:rPr>
          <w:rFonts w:ascii="Times New Roman" w:eastAsia="宋体" w:hAnsi="宋体"/>
          <w:color w:val="000000" w:themeColor="text1"/>
          <w:szCs w:val="24"/>
        </w:rPr>
        <w:t>:</w:t>
      </w:r>
      <w:r w:rsidRPr="00E03514">
        <w:rPr>
          <w:rFonts w:ascii="Arial" w:eastAsia="黑体" w:hAnsi="黑体"/>
          <w:color w:val="000000" w:themeColor="text1"/>
          <w:szCs w:val="24"/>
        </w:rPr>
        <w:t>听力原文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第一节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选择相应的图片。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W:How will Mary feel if she doesn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 get chocolate, Peter?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M:She will be unhappy if I don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 buy chocolate for her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M:What do you want to be in the future, Lily?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 want to be a football player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W:What will you take to the party?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ll take some potato chips to the party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W:How will you go to school, Jack?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M:Usually, my dad drives me to school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But today I will take a bus to school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M:Where will you go for the winter holiday?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 want to go to Italy, but my husband wants to go to Australia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will go with him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第二节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听句子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选择最佳应答。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How about having a party this Sunday?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What will happen if you don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 study hard?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Where did you go last week?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What day is it today?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What do you want to be when you grow up?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第三节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根据对话内容及问题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选择最佳选项。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读两遍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听第一段对话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11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12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M:Hi, Liu Min!What are you going to do tomorrow?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W:Nothing much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Why?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M:Tomorrow is my birthday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Can you come to my house for my birthday party?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W:Sure, 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d love to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When is it?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M:It begins at 5:30 in the afternoon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By the way, how will you get to my house?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 think 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ll go there by bike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Thanks a lot for inviting me to the party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M:You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re welcome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See you then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W:See you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听第二段对话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13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14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15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W:Get up, Tommy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6:30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M:Mum, let me sleep for ten more minutes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W:No, you can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Just get up!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M:Oh, it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cold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snowy outside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You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d better leave home earlier than usual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If you don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 get up now, you will be late for school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M:All right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ll get up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W:Hurry up!I made sandwiches for you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F050E" w:rsidRPr="00E03514" w:rsidRDefault="001F050E" w:rsidP="0094517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答案</w:t>
      </w:r>
    </w:p>
    <w:p w:rsidR="001F050E" w:rsidRPr="00E03514" w:rsidRDefault="001F050E" w:rsidP="0094517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AACAC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BCCAA</w:t>
      </w:r>
    </w:p>
    <w:p w:rsidR="001F050E" w:rsidRPr="00E03514" w:rsidRDefault="001F050E" w:rsidP="0094517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BAABA</w:t>
      </w:r>
    </w:p>
    <w:p w:rsidR="001F050E" w:rsidRPr="00E03514" w:rsidRDefault="001F050E" w:rsidP="0094517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ABBAC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BCABA</w:t>
      </w:r>
    </w:p>
    <w:p w:rsidR="001F050E" w:rsidRPr="00E03514" w:rsidRDefault="001F050E" w:rsidP="0094517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DECAB</w:t>
      </w:r>
    </w:p>
    <w:p w:rsidR="001F050E" w:rsidRPr="00E03514" w:rsidRDefault="001F050E" w:rsidP="0094517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with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express</w:t>
      </w:r>
    </w:p>
    <w:p w:rsidR="001F050E" w:rsidRPr="00E03514" w:rsidRDefault="001F050E" w:rsidP="0094517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seriously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offered</w:t>
      </w:r>
    </w:p>
    <w:p w:rsidR="001F050E" w:rsidRPr="00E03514" w:rsidRDefault="001F050E" w:rsidP="0094517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communication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trust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closer</w:t>
      </w:r>
    </w:p>
    <w:p w:rsidR="001F050E" w:rsidRPr="00E03514" w:rsidRDefault="001F050E" w:rsidP="00945179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true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写作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Last week, I had an argument with my classmate about a project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felt she wasn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 doing enough work, and I got upset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Instead of talking, I kept it to myself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Later, I decided to speak with her calmly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She explained she was having trouble with some tasks and didn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 ask for help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After our talk, we decided to help each other out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F050E" w:rsidRPr="00E03514" w:rsidRDefault="001F050E" w:rsidP="001F05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This taught me that good communication is really important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If we don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 talk, it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easy to misunderstand each other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learned it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better to speak up and listen to avoid problems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647169" w:rsidRPr="001F050E" w:rsidRDefault="00647169" w:rsidP="00B50CDA">
      <w:bookmarkStart w:id="0" w:name="_GoBack"/>
      <w:bookmarkEnd w:id="0"/>
    </w:p>
    <w:sectPr w:rsidR="00647169" w:rsidRPr="001F050E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179" w:rsidRDefault="00945179" w:rsidP="00945179">
      <w:r>
        <w:separator/>
      </w:r>
    </w:p>
  </w:endnote>
  <w:endnote w:type="continuationSeparator" w:id="0">
    <w:p w:rsidR="00945179" w:rsidRDefault="00945179" w:rsidP="00945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179" w:rsidRDefault="00945179" w:rsidP="00945179">
      <w:r>
        <w:separator/>
      </w:r>
    </w:p>
  </w:footnote>
  <w:footnote w:type="continuationSeparator" w:id="0">
    <w:p w:rsidR="00945179" w:rsidRDefault="00945179" w:rsidP="00945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0E"/>
    <w:rsid w:val="0008679E"/>
    <w:rsid w:val="00111A89"/>
    <w:rsid w:val="00126949"/>
    <w:rsid w:val="001815CC"/>
    <w:rsid w:val="001831FD"/>
    <w:rsid w:val="001B1B1F"/>
    <w:rsid w:val="001F050E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45179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F41769-EA96-4312-BB78-E06EAB429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50E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9451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45179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94517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45179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6</Pages>
  <Words>1079</Words>
  <Characters>6153</Characters>
  <Application>Microsoft Office Word</Application>
  <DocSecurity>0</DocSecurity>
  <Lines>51</Lines>
  <Paragraphs>14</Paragraphs>
  <ScaleCrop>false</ScaleCrop>
  <Company>微软中国</Company>
  <LinksUpToDate>false</LinksUpToDate>
  <CharactersWithSpaces>7218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2025-09-15T06:49:00Z</dcterms:created>
  <dcterms:modified xsi:type="dcterms:W3CDTF">2025-09-15T06:57:00Z</dcterms:modified>
</cp:coreProperties>
</file>